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84785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8478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4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" filled="f" strokecolor="#76923c [2406]" strokeweight="1pt"/>
            </w:pict>
          </mc:Fallback>
        </mc:AlternateContent>
      </w:r>
      <w:r w:rsidR="00451822">
        <w:rPr>
          <w:rFonts w:ascii="Arial" w:hAnsi="Arial" w:cs="Arial"/>
          <w:b/>
          <w:color w:val="76923C" w:themeColor="accent3" w:themeShade="BF"/>
          <w:sz w:val="28"/>
          <w:szCs w:val="28"/>
        </w:rPr>
        <w:t>FORMAS GEOMETRICAS E CORES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3007A" w:rsidRDefault="0063007A" w:rsidP="0063007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"formes géométriques en portugais" </w:t>
      </w:r>
    </w:p>
    <w:p w:rsidR="0063007A" w:rsidRDefault="0063007A" w:rsidP="0063007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"petit train" </w:t>
      </w:r>
    </w:p>
    <w:p w:rsidR="0063007A" w:rsidRDefault="0063007A" w:rsidP="0063007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Une table</w:t>
      </w:r>
    </w:p>
    <w:p w:rsidR="0063007A" w:rsidRDefault="0063007A" w:rsidP="0063007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451822" w:rsidRDefault="00687DE3" w:rsidP="00451822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7C22AA" w:rsidRDefault="002D572D" w:rsidP="002D572D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Construire un petit train en d</w:t>
      </w:r>
      <w:r w:rsidR="0063007A">
        <w:rPr>
          <w:rFonts w:ascii="Arial" w:hAnsi="Arial" w:cs="Arial"/>
          <w:b/>
        </w:rPr>
        <w:t>écouvr</w:t>
      </w:r>
      <w:r>
        <w:rPr>
          <w:rFonts w:ascii="Arial" w:hAnsi="Arial" w:cs="Arial"/>
          <w:b/>
        </w:rPr>
        <w:t xml:space="preserve">ant et </w:t>
      </w:r>
      <w:r w:rsidR="0063007A">
        <w:rPr>
          <w:rFonts w:ascii="Arial" w:hAnsi="Arial" w:cs="Arial"/>
          <w:b/>
        </w:rPr>
        <w:t>appren</w:t>
      </w:r>
      <w:r>
        <w:rPr>
          <w:rFonts w:ascii="Arial" w:hAnsi="Arial" w:cs="Arial"/>
          <w:b/>
        </w:rPr>
        <w:t xml:space="preserve">ant </w:t>
      </w:r>
      <w:bookmarkStart w:id="0" w:name="_GoBack"/>
      <w:bookmarkEnd w:id="0"/>
      <w:r w:rsidR="0063007A">
        <w:rPr>
          <w:rFonts w:ascii="Arial" w:hAnsi="Arial" w:cs="Arial"/>
          <w:b/>
        </w:rPr>
        <w:t>le nom des formes géométriques ainsi que le nom des couleurs</w:t>
      </w:r>
      <w:r w:rsidR="0083790C">
        <w:rPr>
          <w:rFonts w:ascii="Arial" w:hAnsi="Arial" w:cs="Arial"/>
          <w:b/>
        </w:rPr>
        <w:t xml:space="preserve"> en portugais</w:t>
      </w:r>
      <w:r w:rsidR="0063007A">
        <w:rPr>
          <w:rFonts w:ascii="Arial" w:hAnsi="Arial" w:cs="Arial"/>
          <w:b/>
        </w:rPr>
        <w:t xml:space="preserve">. </w:t>
      </w:r>
      <w:r w:rsidR="00451822">
        <w:rPr>
          <w:rFonts w:ascii="Arial" w:hAnsi="Arial" w:cs="Arial"/>
          <w:b/>
        </w:rPr>
        <w:t xml:space="preserve"> </w:t>
      </w:r>
    </w:p>
    <w:p w:rsidR="004B3F3D" w:rsidRPr="00177EC9" w:rsidRDefault="000E4464" w:rsidP="0063007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63007A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63007A" w:rsidP="0063007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3007A">
        <w:rPr>
          <w:rFonts w:ascii="Arial" w:hAnsi="Arial" w:cs="Arial"/>
          <w:b/>
        </w:rPr>
        <w:t xml:space="preserve">L'adulte qui anime le jeu présente les différentes formes géométriques en portugais. Au fur et à mesure, les élèves </w:t>
      </w:r>
      <w:r w:rsidR="006F7ED2">
        <w:rPr>
          <w:rFonts w:ascii="Arial" w:hAnsi="Arial" w:cs="Arial"/>
          <w:b/>
        </w:rPr>
        <w:t xml:space="preserve">les </w:t>
      </w:r>
      <w:r w:rsidRPr="0063007A">
        <w:rPr>
          <w:rFonts w:ascii="Arial" w:hAnsi="Arial" w:cs="Arial"/>
          <w:b/>
        </w:rPr>
        <w:t xml:space="preserve">répètent.  </w:t>
      </w:r>
    </w:p>
    <w:p w:rsidR="007C22AA" w:rsidRPr="0063007A" w:rsidRDefault="007C22AA" w:rsidP="007C22AA">
      <w:pPr>
        <w:pStyle w:val="Paragraphedeliste"/>
        <w:jc w:val="both"/>
        <w:rPr>
          <w:rFonts w:ascii="Arial" w:hAnsi="Arial" w:cs="Arial"/>
          <w:b/>
        </w:rPr>
      </w:pPr>
    </w:p>
    <w:p w:rsidR="0063007A" w:rsidRDefault="006F7ED2" w:rsidP="0063007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 </w:t>
      </w:r>
      <w:r w:rsidR="0063007A" w:rsidRPr="0063007A">
        <w:rPr>
          <w:rFonts w:ascii="Arial" w:hAnsi="Arial" w:cs="Arial"/>
          <w:b/>
        </w:rPr>
        <w:t xml:space="preserve">les formes géométriques sont présentées et associées à différentes couleurs. A nouveau, les élèves répètent les différentes formes ainsi que leur couleur en portugais. </w:t>
      </w:r>
    </w:p>
    <w:p w:rsidR="007C22AA" w:rsidRDefault="007C22AA" w:rsidP="007C22AA">
      <w:pPr>
        <w:pStyle w:val="Paragraphedeliste"/>
        <w:jc w:val="both"/>
        <w:rPr>
          <w:rFonts w:ascii="Arial" w:hAnsi="Arial" w:cs="Arial"/>
          <w:b/>
        </w:rPr>
      </w:pPr>
    </w:p>
    <w:p w:rsidR="0063007A" w:rsidRDefault="0063007A" w:rsidP="0063007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s'assure de la compréhension ainsi que de la bonne prononciation des mots par les élèves. </w:t>
      </w:r>
    </w:p>
    <w:p w:rsidR="007C22AA" w:rsidRPr="0063007A" w:rsidRDefault="007C22AA" w:rsidP="007C22AA">
      <w:pPr>
        <w:pStyle w:val="Paragraphedeliste"/>
        <w:jc w:val="both"/>
        <w:rPr>
          <w:rFonts w:ascii="Arial" w:hAnsi="Arial" w:cs="Arial"/>
          <w:b/>
        </w:rPr>
      </w:pPr>
    </w:p>
    <w:p w:rsidR="0063007A" w:rsidRPr="0063007A" w:rsidRDefault="0063007A" w:rsidP="0063007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3007A">
        <w:rPr>
          <w:rFonts w:ascii="Arial" w:hAnsi="Arial" w:cs="Arial"/>
          <w:b/>
        </w:rPr>
        <w:t xml:space="preserve">Ces </w:t>
      </w:r>
      <w:r w:rsidR="00834F92">
        <w:rPr>
          <w:rFonts w:ascii="Arial" w:hAnsi="Arial" w:cs="Arial"/>
          <w:b/>
        </w:rPr>
        <w:t>différentes formes associées à des</w:t>
      </w:r>
      <w:r w:rsidRPr="0063007A">
        <w:rPr>
          <w:rFonts w:ascii="Arial" w:hAnsi="Arial" w:cs="Arial"/>
          <w:b/>
        </w:rPr>
        <w:t xml:space="preserve"> couleurs représentent un petit train</w:t>
      </w:r>
      <w:r w:rsidR="00FF2817">
        <w:rPr>
          <w:rFonts w:ascii="Arial" w:hAnsi="Arial" w:cs="Arial"/>
          <w:b/>
        </w:rPr>
        <w:t xml:space="preserve"> qu'il faut construire</w:t>
      </w:r>
      <w:r w:rsidRPr="0063007A">
        <w:rPr>
          <w:rFonts w:ascii="Arial" w:hAnsi="Arial" w:cs="Arial"/>
          <w:b/>
        </w:rPr>
        <w:t xml:space="preserve">.  </w:t>
      </w:r>
    </w:p>
    <w:sectPr w:rsidR="0063007A" w:rsidRPr="0063007A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B6" w:rsidRDefault="00A51CB6" w:rsidP="00687DE3">
      <w:pPr>
        <w:spacing w:after="0" w:line="240" w:lineRule="auto"/>
      </w:pPr>
      <w:r>
        <w:separator/>
      </w:r>
    </w:p>
  </w:endnote>
  <w:endnote w:type="continuationSeparator" w:id="0">
    <w:p w:rsidR="00A51CB6" w:rsidRDefault="00A51CB6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B6" w:rsidRDefault="00A51CB6" w:rsidP="00687DE3">
      <w:pPr>
        <w:spacing w:after="0" w:line="240" w:lineRule="auto"/>
      </w:pPr>
      <w:r>
        <w:separator/>
      </w:r>
    </w:p>
  </w:footnote>
  <w:footnote w:type="continuationSeparator" w:id="0">
    <w:p w:rsidR="00A51CB6" w:rsidRDefault="00A51CB6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D572D"/>
    <w:rsid w:val="003F707B"/>
    <w:rsid w:val="004163C9"/>
    <w:rsid w:val="00451822"/>
    <w:rsid w:val="004A3EDD"/>
    <w:rsid w:val="004B3F3D"/>
    <w:rsid w:val="00507F03"/>
    <w:rsid w:val="0063007A"/>
    <w:rsid w:val="00687DE3"/>
    <w:rsid w:val="006F7ED2"/>
    <w:rsid w:val="007C22AA"/>
    <w:rsid w:val="007D5C21"/>
    <w:rsid w:val="00834F92"/>
    <w:rsid w:val="00837771"/>
    <w:rsid w:val="0083790C"/>
    <w:rsid w:val="00A51CB6"/>
    <w:rsid w:val="00A71129"/>
    <w:rsid w:val="00B431DF"/>
    <w:rsid w:val="00BA2057"/>
    <w:rsid w:val="00C113DD"/>
    <w:rsid w:val="00C45E62"/>
    <w:rsid w:val="00C91E28"/>
    <w:rsid w:val="00D61C79"/>
    <w:rsid w:val="00DF5E50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10BC6BA3.dotm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2019-07-22T14:48:00Z</dcterms:created>
  <dcterms:modified xsi:type="dcterms:W3CDTF">2019-07-29T07:01:00Z</dcterms:modified>
</cp:coreProperties>
</file>